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1A6433" w14:textId="77777777" w:rsidR="00D44239" w:rsidRDefault="00F42D95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14:paraId="0582FC41" w14:textId="77777777"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14:paraId="0D1409AE" w14:textId="0FFB228B" w:rsidR="00BC04C5" w:rsidRDefault="00F42D95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14:paraId="3068D8E8" w14:textId="43877458" w:rsidR="000F669C" w:rsidRPr="002D1A2C" w:rsidRDefault="00BF2F03" w:rsidP="00BC04C5">
      <w:pPr>
        <w:pStyle w:val="Zhla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(Část 2</w:t>
      </w:r>
      <w:bookmarkStart w:id="0" w:name="_GoBack"/>
      <w:bookmarkEnd w:id="0"/>
      <w:r w:rsidR="000F669C">
        <w:rPr>
          <w:rFonts w:ascii="Arial" w:hAnsi="Arial" w:cs="Arial"/>
          <w:b/>
        </w:rPr>
        <w:t xml:space="preserve"> VZ)</w:t>
      </w:r>
    </w:p>
    <w:p w14:paraId="54C4174D" w14:textId="77777777" w:rsidR="00BC04C5" w:rsidRPr="002D1A2C" w:rsidRDefault="00BC04C5">
      <w:pPr>
        <w:rPr>
          <w:rFonts w:ascii="Arial" w:hAnsi="Arial" w:cs="Arial"/>
        </w:rPr>
      </w:pPr>
    </w:p>
    <w:p w14:paraId="01BEBC91" w14:textId="77777777"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E28F3" w14:paraId="08678579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0D54C71E" w14:textId="77777777" w:rsidR="00D8160F" w:rsidRPr="0015050E" w:rsidRDefault="00F42D95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VZ32_2023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Modernizace prvků EPS a PZTS v </w:t>
            </w:r>
            <w:proofErr w:type="spellStart"/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ČRo</w:t>
            </w:r>
            <w:proofErr w:type="spellEnd"/>
          </w:p>
        </w:tc>
      </w:tr>
      <w:tr w:rsidR="00DE28F3" w14:paraId="4A6CA5C1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6782694" w14:textId="77777777"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451FB392" w14:textId="77777777"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DE28F3" w14:paraId="59AED82F" w14:textId="77777777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6C38CA1E" w14:textId="77777777" w:rsidR="00B9440E" w:rsidRPr="00447B8F" w:rsidRDefault="00F42D95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DE28F3" w14:paraId="6E68A8FA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3A86382" w14:textId="77777777" w:rsidR="00B9440E" w:rsidRPr="00447B8F" w:rsidRDefault="00F42D9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DFE434D" w14:textId="77777777" w:rsidR="00B9440E" w:rsidRPr="00447B8F" w:rsidRDefault="00F42D9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DE28F3" w14:paraId="78A8D167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40276E04" w14:textId="77777777" w:rsidR="00B9440E" w:rsidRPr="00447B8F" w:rsidRDefault="00F42D9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43B45835" w14:textId="77777777" w:rsidR="00B9440E" w:rsidRPr="00447B8F" w:rsidRDefault="00F42D9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DE28F3" w14:paraId="6C9E81BE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7F7648B0" w14:textId="77777777" w:rsidR="00B9440E" w:rsidRPr="00447B8F" w:rsidRDefault="00F42D9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7CF73E8" w14:textId="77777777" w:rsidR="00B9440E" w:rsidRPr="00447B8F" w:rsidRDefault="00F42D9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17E4369C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DE28F3" w14:paraId="5AFB646C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290FB765" w14:textId="77777777" w:rsidR="001132CC" w:rsidRPr="00447B8F" w:rsidRDefault="00F42D95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DE28F3" w14:paraId="2E8CEDB4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79486F0E" w14:textId="77777777" w:rsidR="001132CC" w:rsidRPr="00447B8F" w:rsidRDefault="00F42D9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6AD95489" w14:textId="77777777" w:rsidR="001132CC" w:rsidRPr="00447B8F" w:rsidRDefault="00F42D9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DE28F3" w14:paraId="345BD796" w14:textId="77777777" w:rsidTr="001137C9">
        <w:trPr>
          <w:cantSplit/>
          <w:trHeight w:val="227"/>
        </w:trPr>
        <w:tc>
          <w:tcPr>
            <w:tcW w:w="3686" w:type="dxa"/>
          </w:tcPr>
          <w:p w14:paraId="6F87D573" w14:textId="77777777" w:rsidR="001132CC" w:rsidRPr="00447B8F" w:rsidRDefault="00F42D9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49148C6C" w14:textId="77777777" w:rsidR="001132CC" w:rsidRPr="00447B8F" w:rsidRDefault="00F42D9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DE28F3" w14:paraId="07F0287A" w14:textId="77777777" w:rsidTr="001137C9">
        <w:trPr>
          <w:cantSplit/>
          <w:trHeight w:val="227"/>
        </w:trPr>
        <w:tc>
          <w:tcPr>
            <w:tcW w:w="3686" w:type="dxa"/>
          </w:tcPr>
          <w:p w14:paraId="426A72DA" w14:textId="77777777" w:rsidR="001132CC" w:rsidRPr="00447B8F" w:rsidRDefault="00F42D9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8C4FB7A" w14:textId="77777777" w:rsidR="001132CC" w:rsidRPr="00447B8F" w:rsidRDefault="00F42D9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DE28F3" w14:paraId="0F33BB4D" w14:textId="77777777" w:rsidTr="001137C9">
        <w:trPr>
          <w:cantSplit/>
          <w:trHeight w:val="227"/>
        </w:trPr>
        <w:tc>
          <w:tcPr>
            <w:tcW w:w="3686" w:type="dxa"/>
          </w:tcPr>
          <w:p w14:paraId="234D89CB" w14:textId="77777777" w:rsidR="001132CC" w:rsidRPr="00447B8F" w:rsidRDefault="00F42D9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70ABF06F" w14:textId="77777777" w:rsidR="001132CC" w:rsidRPr="00447B8F" w:rsidRDefault="00F42D9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DE28F3" w14:paraId="67CC1B45" w14:textId="77777777" w:rsidTr="001137C9">
        <w:trPr>
          <w:cantSplit/>
          <w:trHeight w:val="227"/>
        </w:trPr>
        <w:tc>
          <w:tcPr>
            <w:tcW w:w="3686" w:type="dxa"/>
          </w:tcPr>
          <w:p w14:paraId="4EA53EE1" w14:textId="77777777" w:rsidR="001132CC" w:rsidRPr="00447B8F" w:rsidRDefault="00F42D9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46A29A3" w14:textId="77777777" w:rsidR="001132CC" w:rsidRPr="00447B8F" w:rsidRDefault="00F42D9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DE28F3" w14:paraId="7458DA73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1C3F03BB" w14:textId="77777777" w:rsidR="001132CC" w:rsidRPr="00447B8F" w:rsidRDefault="00F42D9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387ED25C" w14:textId="77777777" w:rsidR="001132CC" w:rsidRPr="00447B8F" w:rsidRDefault="00F42D9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DE28F3" w14:paraId="0BAF72E3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0FC1757A" w14:textId="77777777" w:rsidR="00D80188" w:rsidRPr="00447B8F" w:rsidRDefault="00F42D9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BC47B00" w14:textId="77777777" w:rsidR="004F14F4" w:rsidRPr="00447B8F" w:rsidRDefault="00F42D9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64D737AB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2F7F86B8" w14:textId="77777777"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14:paraId="4A601463" w14:textId="77777777" w:rsidR="001132CC" w:rsidRPr="00447B8F" w:rsidRDefault="00F42D95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14:paraId="62FB081C" w14:textId="77777777"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14:paraId="5372F476" w14:textId="77777777"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7C1927FB" w14:textId="77777777"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57051327" w14:textId="2C132B2A" w:rsidR="008D7673" w:rsidRPr="00435CC1" w:rsidRDefault="008D7673" w:rsidP="00435CC1">
      <w:pPr>
        <w:rPr>
          <w:rFonts w:ascii="Arial" w:hAnsi="Arial" w:cs="Arial"/>
          <w:sz w:val="20"/>
          <w:szCs w:val="20"/>
        </w:rPr>
      </w:pPr>
    </w:p>
    <w:p w14:paraId="78BCB088" w14:textId="260D1999" w:rsidR="008C277F" w:rsidRPr="00657AF1" w:rsidRDefault="00F42D95" w:rsidP="00580D3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657AF1">
        <w:rPr>
          <w:rFonts w:ascii="Arial" w:hAnsi="Arial" w:cs="Arial"/>
          <w:sz w:val="20"/>
          <w:szCs w:val="20"/>
        </w:rPr>
        <w:t xml:space="preserve">části B. Kvalifikace v čl. IV Technická kvalifikace § 79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657AF1" w:rsidRPr="00657AF1">
        <w:rPr>
          <w:rFonts w:ascii="Arial" w:hAnsi="Arial" w:cs="Arial"/>
          <w:sz w:val="20"/>
          <w:szCs w:val="20"/>
        </w:rPr>
        <w:t>od</w:t>
      </w:r>
      <w:r w:rsidR="00435CC1">
        <w:rPr>
          <w:rFonts w:ascii="Arial" w:hAnsi="Arial" w:cs="Arial"/>
          <w:sz w:val="20"/>
          <w:szCs w:val="20"/>
        </w:rPr>
        <w:t>st. 1 Seznam významných dodávek</w:t>
      </w:r>
      <w:r w:rsidR="00B63984"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dodávek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435CC1">
        <w:rPr>
          <w:rFonts w:ascii="Arial" w:hAnsi="Arial" w:cs="Arial"/>
          <w:sz w:val="20"/>
          <w:szCs w:val="20"/>
        </w:rPr>
        <w:t>5 let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D64302">
        <w:rPr>
          <w:rFonts w:ascii="Arial" w:hAnsi="Arial" w:cs="Arial"/>
          <w:sz w:val="20"/>
          <w:szCs w:val="20"/>
        </w:rPr>
        <w:t>kupujícího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14:paraId="79CD4AC9" w14:textId="77777777"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53BB0B1D" w14:textId="77777777" w:rsidR="00A004B7" w:rsidRPr="00447B8F" w:rsidRDefault="00A004B7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49A62862" w14:textId="41AC8692"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12B3782B" w14:textId="0A15B708" w:rsidR="00435CC1" w:rsidRDefault="00435CC1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7E1B643A" w14:textId="7BE0F95B" w:rsidR="00435CC1" w:rsidRDefault="00435CC1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00CB14AB" w14:textId="766BAD04" w:rsidR="00435CC1" w:rsidRDefault="00435CC1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1BD96C97" w14:textId="7F279353" w:rsidR="00435CC1" w:rsidRDefault="00435CC1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2C4BD961" w14:textId="74DF2C63" w:rsidR="00435CC1" w:rsidRDefault="00435CC1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30B6BD1D" w14:textId="6D81D1C8" w:rsidR="00435CC1" w:rsidRDefault="00435CC1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2859D41A" w14:textId="192AB966" w:rsidR="00435CC1" w:rsidRDefault="00435CC1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17172A44" w14:textId="6EBD2C9F" w:rsidR="00435CC1" w:rsidRDefault="00435CC1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6A65B942" w14:textId="77777777" w:rsidR="00435CC1" w:rsidRDefault="00435CC1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2200159A" w14:textId="77777777" w:rsidR="00435CC1" w:rsidRDefault="00435CC1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06681112" w14:textId="77777777"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61638E5E" w14:textId="77777777" w:rsidR="00BF5695" w:rsidRDefault="00F42D95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14:paraId="43599A25" w14:textId="77777777"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E28F3" w14:paraId="5A51C816" w14:textId="77777777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5F7B49CB" w14:textId="77777777" w:rsidR="00593E12" w:rsidRPr="00447B8F" w:rsidRDefault="00F42D95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 w:rsidR="00A004B7">
              <w:rPr>
                <w:rFonts w:ascii="Arial" w:hAnsi="Arial" w:cs="Arial"/>
                <w:sz w:val="20"/>
                <w:szCs w:val="20"/>
              </w:rPr>
              <w:t>/služba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7CACE1C" w14:textId="77777777" w:rsidR="00593E12" w:rsidRPr="00447B8F" w:rsidRDefault="00F42D95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E28F3" w14:paraId="09AD9781" w14:textId="77777777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0E75CB83" w14:textId="77777777" w:rsidR="00593E12" w:rsidRPr="00447B8F" w:rsidRDefault="00F42D95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80D1A0F" w14:textId="77777777" w:rsidR="00593E12" w:rsidRPr="00447B8F" w:rsidRDefault="00F42D95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E28F3" w14:paraId="7AF7D518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6399F279" w14:textId="77777777" w:rsidR="00593E12" w:rsidRPr="00447B8F" w:rsidRDefault="00F42D95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="00A004B7">
              <w:rPr>
                <w:rFonts w:ascii="Arial" w:hAnsi="Arial" w:cs="Arial"/>
                <w:sz w:val="20"/>
                <w:szCs w:val="20"/>
              </w:rPr>
              <w:t>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3F7F828" w14:textId="77777777" w:rsidR="00593E12" w:rsidRPr="00447B8F" w:rsidRDefault="00F42D95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E28F3" w14:paraId="529FDB64" w14:textId="77777777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10B6ED43" w14:textId="77777777" w:rsidR="00593E12" w:rsidRPr="00447B8F" w:rsidRDefault="00F42D95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 w:rsidR="00A004B7"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4B8DA69" w14:textId="77777777" w:rsidR="00593E12" w:rsidRPr="00447B8F" w:rsidRDefault="00F42D95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E28F3" w14:paraId="4272280A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9B05EB9" w14:textId="77777777" w:rsidR="00593E12" w:rsidRPr="00447B8F" w:rsidRDefault="00F42D95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E2EBF6A" w14:textId="77777777" w:rsidR="00593E12" w:rsidRPr="00447B8F" w:rsidRDefault="00F42D95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3076DC01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5AE2DA11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4BD4B7DC" w14:textId="77777777" w:rsidR="00BF5695" w:rsidRDefault="00F42D95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14:paraId="3A9E4C2A" w14:textId="77777777"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E28F3" w14:paraId="759391C9" w14:textId="77777777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65DCA78B" w14:textId="77777777" w:rsidR="00A004B7" w:rsidRPr="00447B8F" w:rsidRDefault="00F42D95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D1479DA" w14:textId="77777777" w:rsidR="00A004B7" w:rsidRPr="00447B8F" w:rsidRDefault="00F42D95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E28F3" w14:paraId="7052D5EC" w14:textId="77777777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394CB3F2" w14:textId="77777777" w:rsidR="00A004B7" w:rsidRPr="00447B8F" w:rsidRDefault="00F42D95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EA0225B" w14:textId="77777777" w:rsidR="00A004B7" w:rsidRPr="00447B8F" w:rsidRDefault="00F42D95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E28F3" w14:paraId="7C63EB53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34E5A8E9" w14:textId="77777777" w:rsidR="00A004B7" w:rsidRPr="00447B8F" w:rsidRDefault="00F42D95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98DB4F4" w14:textId="77777777" w:rsidR="00A004B7" w:rsidRPr="00447B8F" w:rsidRDefault="00F42D95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E28F3" w14:paraId="2698D9F1" w14:textId="77777777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2047C491" w14:textId="77777777" w:rsidR="00A004B7" w:rsidRPr="00447B8F" w:rsidRDefault="00F42D95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C4CBA6D" w14:textId="77777777" w:rsidR="00A004B7" w:rsidRPr="00447B8F" w:rsidRDefault="00F42D95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E28F3" w14:paraId="309FC8E0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0EDAD38" w14:textId="77777777" w:rsidR="00A004B7" w:rsidRPr="00447B8F" w:rsidRDefault="00F42D95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91B1FCD" w14:textId="77777777" w:rsidR="00A004B7" w:rsidRPr="00447B8F" w:rsidRDefault="00F42D95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CEA0533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38D66ED6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1566E495" w14:textId="77777777" w:rsidR="00BF5695" w:rsidRDefault="00F42D95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3:</w:t>
      </w:r>
    </w:p>
    <w:p w14:paraId="275BDDA1" w14:textId="77777777"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E28F3" w14:paraId="7C571319" w14:textId="77777777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0A52377E" w14:textId="77777777" w:rsidR="00A004B7" w:rsidRPr="00447B8F" w:rsidRDefault="00F42D95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F2793A0" w14:textId="77777777" w:rsidR="00A004B7" w:rsidRPr="00447B8F" w:rsidRDefault="00F42D95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E28F3" w14:paraId="3CF66E4B" w14:textId="77777777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3384AC34" w14:textId="77777777" w:rsidR="00A004B7" w:rsidRPr="00447B8F" w:rsidRDefault="00F42D95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3CF2621" w14:textId="77777777" w:rsidR="00A004B7" w:rsidRPr="00447B8F" w:rsidRDefault="00F42D95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E28F3" w14:paraId="6CB5D6EE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4F216D3" w14:textId="77777777" w:rsidR="00A004B7" w:rsidRPr="00447B8F" w:rsidRDefault="00F42D95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66285DA" w14:textId="77777777" w:rsidR="00A004B7" w:rsidRPr="00447B8F" w:rsidRDefault="00F42D95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E28F3" w14:paraId="01F5F3F4" w14:textId="77777777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17036764" w14:textId="77777777" w:rsidR="00A004B7" w:rsidRPr="00447B8F" w:rsidRDefault="00F42D95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8A235C6" w14:textId="77777777" w:rsidR="00A004B7" w:rsidRPr="00447B8F" w:rsidRDefault="00F42D95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E28F3" w14:paraId="14F0DA81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39C9767" w14:textId="77777777" w:rsidR="00A004B7" w:rsidRPr="00447B8F" w:rsidRDefault="00F42D95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9693A5D" w14:textId="77777777" w:rsidR="00A004B7" w:rsidRPr="00447B8F" w:rsidRDefault="00F42D95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6FB3CBC" w14:textId="77777777" w:rsidR="00AB2A63" w:rsidRPr="00447B8F" w:rsidRDefault="00AB2A63" w:rsidP="00593E12">
      <w:pPr>
        <w:rPr>
          <w:rFonts w:ascii="Arial" w:hAnsi="Arial" w:cs="Arial"/>
          <w:color w:val="FF0000"/>
          <w:sz w:val="20"/>
          <w:szCs w:val="20"/>
        </w:rPr>
      </w:pPr>
    </w:p>
    <w:p w14:paraId="1F55E924" w14:textId="77777777"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14:paraId="3DDDD2D5" w14:textId="77777777" w:rsidR="00593E12" w:rsidRPr="00447B8F" w:rsidRDefault="00F42D95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14:paraId="01EE1D89" w14:textId="77777777"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26EFB051" w14:textId="77777777"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544BD8F6" w14:textId="77777777" w:rsidR="001648E6" w:rsidRPr="00447B8F" w:rsidRDefault="00F42D95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14:paraId="7CCF356C" w14:textId="77777777" w:rsidR="00D44239" w:rsidRDefault="00D44239" w:rsidP="001137C9">
      <w:pPr>
        <w:rPr>
          <w:rFonts w:ascii="Arial" w:hAnsi="Arial" w:cs="Arial"/>
          <w:sz w:val="20"/>
          <w:szCs w:val="20"/>
        </w:rPr>
      </w:pPr>
    </w:p>
    <w:p w14:paraId="34416B31" w14:textId="77777777"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14:paraId="4CBA137D" w14:textId="77777777" w:rsidR="00D44239" w:rsidRPr="00447B8F" w:rsidRDefault="00F42D95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lastRenderedPageBreak/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462EC2" w14:textId="77777777" w:rsidR="00685F18" w:rsidRDefault="00685F18">
      <w:r>
        <w:separator/>
      </w:r>
    </w:p>
  </w:endnote>
  <w:endnote w:type="continuationSeparator" w:id="0">
    <w:p w14:paraId="4DC1DFB5" w14:textId="77777777" w:rsidR="00685F18" w:rsidRDefault="00685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01B04" w14:textId="77777777" w:rsidR="003D5020" w:rsidRDefault="00F42D95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D9931BB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468F00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1D015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F79A14" w14:textId="77777777" w:rsidR="00685F18" w:rsidRDefault="00685F18">
      <w:r>
        <w:separator/>
      </w:r>
    </w:p>
  </w:footnote>
  <w:footnote w:type="continuationSeparator" w:id="0">
    <w:p w14:paraId="7B73445E" w14:textId="77777777" w:rsidR="00685F18" w:rsidRDefault="00685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CE689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6C1845" w14:textId="77777777" w:rsidR="00D44239" w:rsidRDefault="00D44239" w:rsidP="008D7673">
    <w:pPr>
      <w:pStyle w:val="Zhlav"/>
      <w:jc w:val="center"/>
      <w:rPr>
        <w:b/>
      </w:rPr>
    </w:pPr>
  </w:p>
  <w:p w14:paraId="7DEBF650" w14:textId="77777777" w:rsidR="00D44239" w:rsidRDefault="00D44239" w:rsidP="008D7673">
    <w:pPr>
      <w:pStyle w:val="Zhlav"/>
      <w:jc w:val="center"/>
      <w:rPr>
        <w:b/>
      </w:rPr>
    </w:pPr>
  </w:p>
  <w:p w14:paraId="605566F4" w14:textId="77777777" w:rsidR="003D5020" w:rsidRPr="001137C9" w:rsidRDefault="00F42D9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2C90FFBC" wp14:editId="51AF8CE3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04A811E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84BCA1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8FC6A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B609D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124D3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BE2F0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73417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5482E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58DD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D6703D3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53EDD7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EB9AFAE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70EDE7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34DEA61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1C1CE72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545C9D1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D19268C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3864DFF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F732F9F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4F8ED64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DE6C731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7370347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4D94744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EDE8A55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66A04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EAE4D1B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79681F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8F0A1F9A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E10E8556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CAFEF94C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5BC2AF6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4E5A229E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4CBC19A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7F8C9C0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86BC49C2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FE30FB26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38CC79A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EEA6F14E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EEB2D456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817871E0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FCCE063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7B784D56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3116979A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9D1CE076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9C76064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C5B8B6A4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571E8D1A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F42F620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ADF40BA6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658AEA9A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C1AEDA96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6D8CF03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9BE19B4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87ECF00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2080305A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78248908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A3AA20AC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ABC2D372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6018DB58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75A25FA4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9E246F40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84BCA774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AADAF632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FF1C5BF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481257E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3F70396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12E67E9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5652EFE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191EFFF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9E64CE7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6400B5A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3EEAEE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F4D2C49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D72B9F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000B3A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6B472C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5CAFFE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D9CBE1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B5E36A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AC666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302AE7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708E7AC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8F66DE72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6764E58A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9F3C491C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32EA8F9A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8C0893BC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351E360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B5728D7C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2F5A0BA0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E69CA82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5330CB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248FB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5163C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09C45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74E9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718E6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73C67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B7E35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E2A69CA8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68CCFBA4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8E1C351A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AA96C4D6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FBFECFB0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4BD6CD06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156E9EF0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FF0C3AD8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C156B354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E7F2E6B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C5C473F8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5D808F2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A6324FE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FCCA2E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11125F0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E39EE4B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44889B8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58BCB51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5E5A4104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B1C2F7A8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7780FC36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392837B0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A23418F0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252A196A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4A1CA7F2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810C3484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FCE0A7BE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FB56B6BA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9D16D07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78485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95AD9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526D1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7FC4E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3BA9D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67287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C3CFE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ED905A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100437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9BD4B7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AA42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F0AE0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66C15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F0AC5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C2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5F2E1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E5D824F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EFC696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99CE17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1DC39A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9D54458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89E80F6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E445D1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CB66C9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0F0E29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75EC676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67744EC4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46A22D0E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C43A94D0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7E3656C0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9D80C08E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8E5A7CF6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524E1038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800CEFB8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5D2017B8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3224E0C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3F413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D463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D84F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438A6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6071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59C81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C04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ADFC0A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9842DA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24C1D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2EB1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7ED28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BE0D9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E015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02F2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5A88E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2138C25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9028C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049C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76B8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E44DA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892A2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FA3E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02CEE5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B6A73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77E03FE6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B5E6BB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3AA81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9AE4D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F2A68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FD42C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962A1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5F452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68E38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3490CB9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5032DD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74408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4A4EE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79664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F2475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57A94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26081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C681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986CF7E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57032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74C78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A22B7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E98A4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0F897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2DC7D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ABC8F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2549F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D498505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B8F661A4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520E706A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1528FE24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72E4250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576AD208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2E2E47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3864BB32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12AEE22C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C6505CC0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AAE6A474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909C132A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ABAA2E3E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7B169C2E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E4E259E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7932D4AE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D46A8D32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5262FDEA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587ADD38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50D67EA2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8E1659C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B97A12E6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75DAA19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3A484ED0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E664500A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DEFE3CDA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CCB82290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5D18FC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2126A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86A98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C7A0D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C1691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B943C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14098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F2066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474E2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669C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35CC1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445A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85F18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2F03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E28F3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97E44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2D95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0A3F94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23</TotalTime>
  <Pages>1</Pages>
  <Words>348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Havrda Martin</cp:lastModifiedBy>
  <cp:revision>8</cp:revision>
  <cp:lastPrinted>2018-04-18T10:56:00Z</cp:lastPrinted>
  <dcterms:created xsi:type="dcterms:W3CDTF">2019-06-04T09:28:00Z</dcterms:created>
  <dcterms:modified xsi:type="dcterms:W3CDTF">2023-09-29T11:22:00Z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